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D238F6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BC60321" wp14:editId="5672E526">
                      <wp:simplePos x="0" y="0"/>
                      <wp:positionH relativeFrom="column">
                        <wp:posOffset>3756826</wp:posOffset>
                      </wp:positionH>
                      <wp:positionV relativeFrom="paragraph">
                        <wp:posOffset>1320165</wp:posOffset>
                      </wp:positionV>
                      <wp:extent cx="27940" cy="161290"/>
                      <wp:effectExtent l="0" t="0" r="29210" b="10160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940" cy="161290"/>
                              </a:xfrm>
                              <a:custGeom>
                                <a:avLst/>
                                <a:gdLst>
                                  <a:gd name="connsiteX0" fmla="*/ 12158 w 28061"/>
                                  <a:gd name="connsiteY0" fmla="*/ 159472 h 161332"/>
                                  <a:gd name="connsiteX1" fmla="*/ 24085 w 28061"/>
                                  <a:gd name="connsiteY1" fmla="*/ 139594 h 161332"/>
                                  <a:gd name="connsiteX2" fmla="*/ 20109 w 28061"/>
                                  <a:gd name="connsiteY2" fmla="*/ 123691 h 161332"/>
                                  <a:gd name="connsiteX3" fmla="*/ 28061 w 28061"/>
                                  <a:gd name="connsiteY3" fmla="*/ 95862 h 161332"/>
                                  <a:gd name="connsiteX4" fmla="*/ 24085 w 28061"/>
                                  <a:gd name="connsiteY4" fmla="*/ 40203 h 161332"/>
                                  <a:gd name="connsiteX5" fmla="*/ 20109 w 28061"/>
                                  <a:gd name="connsiteY5" fmla="*/ 28276 h 161332"/>
                                  <a:gd name="connsiteX6" fmla="*/ 12158 w 28061"/>
                                  <a:gd name="connsiteY6" fmla="*/ 20324 h 161332"/>
                                  <a:gd name="connsiteX7" fmla="*/ 8182 w 28061"/>
                                  <a:gd name="connsiteY7" fmla="*/ 446 h 161332"/>
                                  <a:gd name="connsiteX8" fmla="*/ 231 w 28061"/>
                                  <a:gd name="connsiteY8" fmla="*/ 12373 h 161332"/>
                                  <a:gd name="connsiteX9" fmla="*/ 4207 w 28061"/>
                                  <a:gd name="connsiteY9" fmla="*/ 64057 h 161332"/>
                                  <a:gd name="connsiteX10" fmla="*/ 8182 w 28061"/>
                                  <a:gd name="connsiteY10" fmla="*/ 75984 h 161332"/>
                                  <a:gd name="connsiteX11" fmla="*/ 12158 w 28061"/>
                                  <a:gd name="connsiteY11" fmla="*/ 91886 h 161332"/>
                                  <a:gd name="connsiteX12" fmla="*/ 20109 w 28061"/>
                                  <a:gd name="connsiteY12" fmla="*/ 119716 h 161332"/>
                                  <a:gd name="connsiteX13" fmla="*/ 16134 w 28061"/>
                                  <a:gd name="connsiteY13" fmla="*/ 151521 h 161332"/>
                                  <a:gd name="connsiteX14" fmla="*/ 12158 w 28061"/>
                                  <a:gd name="connsiteY14" fmla="*/ 159472 h 1613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28061" h="161332">
                                    <a:moveTo>
                                      <a:pt x="12158" y="159472"/>
                                    </a:moveTo>
                                    <a:cubicBezTo>
                                      <a:pt x="13483" y="157484"/>
                                      <a:pt x="22409" y="147137"/>
                                      <a:pt x="24085" y="139594"/>
                                    </a:cubicBezTo>
                                    <a:cubicBezTo>
                                      <a:pt x="25270" y="134260"/>
                                      <a:pt x="19614" y="129133"/>
                                      <a:pt x="20109" y="123691"/>
                                    </a:cubicBezTo>
                                    <a:cubicBezTo>
                                      <a:pt x="20983" y="114083"/>
                                      <a:pt x="25410" y="105138"/>
                                      <a:pt x="28061" y="95862"/>
                                    </a:cubicBezTo>
                                    <a:cubicBezTo>
                                      <a:pt x="26736" y="77309"/>
                                      <a:pt x="26258" y="58676"/>
                                      <a:pt x="24085" y="40203"/>
                                    </a:cubicBezTo>
                                    <a:cubicBezTo>
                                      <a:pt x="23595" y="36041"/>
                                      <a:pt x="22265" y="31870"/>
                                      <a:pt x="20109" y="28276"/>
                                    </a:cubicBezTo>
                                    <a:cubicBezTo>
                                      <a:pt x="18181" y="25062"/>
                                      <a:pt x="14808" y="22975"/>
                                      <a:pt x="12158" y="20324"/>
                                    </a:cubicBezTo>
                                    <a:cubicBezTo>
                                      <a:pt x="10833" y="13698"/>
                                      <a:pt x="13804" y="4194"/>
                                      <a:pt x="8182" y="446"/>
                                    </a:cubicBezTo>
                                    <a:cubicBezTo>
                                      <a:pt x="4206" y="-2204"/>
                                      <a:pt x="529" y="7604"/>
                                      <a:pt x="231" y="12373"/>
                                    </a:cubicBezTo>
                                    <a:cubicBezTo>
                                      <a:pt x="-847" y="29618"/>
                                      <a:pt x="2064" y="46912"/>
                                      <a:pt x="4207" y="64057"/>
                                    </a:cubicBezTo>
                                    <a:cubicBezTo>
                                      <a:pt x="4727" y="68215"/>
                                      <a:pt x="7031" y="71955"/>
                                      <a:pt x="8182" y="75984"/>
                                    </a:cubicBezTo>
                                    <a:cubicBezTo>
                                      <a:pt x="9683" y="81238"/>
                                      <a:pt x="10657" y="86632"/>
                                      <a:pt x="12158" y="91886"/>
                                    </a:cubicBezTo>
                                    <a:cubicBezTo>
                                      <a:pt x="23552" y="131760"/>
                                      <a:pt x="7699" y="70068"/>
                                      <a:pt x="20109" y="119716"/>
                                    </a:cubicBezTo>
                                    <a:cubicBezTo>
                                      <a:pt x="18784" y="130318"/>
                                      <a:pt x="18045" y="141009"/>
                                      <a:pt x="16134" y="151521"/>
                                    </a:cubicBezTo>
                                    <a:cubicBezTo>
                                      <a:pt x="13737" y="164705"/>
                                      <a:pt x="10833" y="161460"/>
                                      <a:pt x="12158" y="1594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95.8pt;margin-top:103.95pt;width:2.2pt;height:12.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061,1613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" path="m12158,159472v1325,-1988,10251,-12335,11927,-19878c25270,134260,19614,129133,20109,123691v874,-9608,5301,-18553,7952,-27829c26736,77309,26258,58676,24085,40203,23595,36041,22265,31870,20109,28276,18181,25062,14808,22975,12158,20324,10833,13698,13804,4194,8182,446,4206,-2204,529,7604,231,12373,-847,29618,2064,46912,4207,64057v520,4158,2824,7898,3975,11927c9683,81238,10657,86632,12158,91886v11394,39874,-4459,-21818,7951,27830c18784,130318,18045,141009,16134,151521v-2397,13184,-5301,9939,-3976,7951xe" fillcolor="#0d0d0d [3069]" strokecolor="#272727 [2749]" strokeweight="1pt">
                      <v:stroke joinstyle="miter"/>
                      <v:path arrowok="t" o:connecttype="custom" o:connectlocs="12106,159430;23981,139558;20022,123659;27940,95837;23981,40193;20022,28269;12106,20319;8147,446;230,12370;4189,64040;8147,75964;12106,91862;20022,119685;16064,151482;12106,159430" o:connectangles="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1398A1" wp14:editId="4CD32883">
                      <wp:simplePos x="0" y="0"/>
                      <wp:positionH relativeFrom="column">
                        <wp:posOffset>3811905</wp:posOffset>
                      </wp:positionH>
                      <wp:positionV relativeFrom="paragraph">
                        <wp:posOffset>1285709</wp:posOffset>
                      </wp:positionV>
                      <wp:extent cx="43962" cy="116255"/>
                      <wp:effectExtent l="0" t="0" r="13335" b="17145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962" cy="116255"/>
                              </a:xfrm>
                              <a:custGeom>
                                <a:avLst/>
                                <a:gdLst>
                                  <a:gd name="connsiteX0" fmla="*/ 43962 w 43962"/>
                                  <a:gd name="connsiteY0" fmla="*/ 116165 h 116255"/>
                                  <a:gd name="connsiteX1" fmla="*/ 28060 w 43962"/>
                                  <a:gd name="connsiteY1" fmla="*/ 96287 h 116255"/>
                                  <a:gd name="connsiteX2" fmla="*/ 24084 w 43962"/>
                                  <a:gd name="connsiteY2" fmla="*/ 76409 h 116255"/>
                                  <a:gd name="connsiteX3" fmla="*/ 8181 w 43962"/>
                                  <a:gd name="connsiteY3" fmla="*/ 44603 h 116255"/>
                                  <a:gd name="connsiteX4" fmla="*/ 230 w 43962"/>
                                  <a:gd name="connsiteY4" fmla="*/ 871 h 116255"/>
                                  <a:gd name="connsiteX5" fmla="*/ 8181 w 43962"/>
                                  <a:gd name="connsiteY5" fmla="*/ 8823 h 116255"/>
                                  <a:gd name="connsiteX6" fmla="*/ 12157 w 43962"/>
                                  <a:gd name="connsiteY6" fmla="*/ 24725 h 116255"/>
                                  <a:gd name="connsiteX7" fmla="*/ 16133 w 43962"/>
                                  <a:gd name="connsiteY7" fmla="*/ 48579 h 116255"/>
                                  <a:gd name="connsiteX8" fmla="*/ 24084 w 43962"/>
                                  <a:gd name="connsiteY8" fmla="*/ 72433 h 116255"/>
                                  <a:gd name="connsiteX9" fmla="*/ 28060 w 43962"/>
                                  <a:gd name="connsiteY9" fmla="*/ 88336 h 116255"/>
                                  <a:gd name="connsiteX10" fmla="*/ 43962 w 43962"/>
                                  <a:gd name="connsiteY10" fmla="*/ 116165 h 1162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43962" h="116255">
                                    <a:moveTo>
                                      <a:pt x="43962" y="116165"/>
                                    </a:moveTo>
                                    <a:cubicBezTo>
                                      <a:pt x="43962" y="117490"/>
                                      <a:pt x="31855" y="103877"/>
                                      <a:pt x="28060" y="96287"/>
                                    </a:cubicBezTo>
                                    <a:cubicBezTo>
                                      <a:pt x="25038" y="90243"/>
                                      <a:pt x="25862" y="82928"/>
                                      <a:pt x="24084" y="76409"/>
                                    </a:cubicBezTo>
                                    <a:cubicBezTo>
                                      <a:pt x="17231" y="51282"/>
                                      <a:pt x="21038" y="57460"/>
                                      <a:pt x="8181" y="44603"/>
                                    </a:cubicBezTo>
                                    <a:cubicBezTo>
                                      <a:pt x="5625" y="34377"/>
                                      <a:pt x="-1352" y="8783"/>
                                      <a:pt x="230" y="871"/>
                                    </a:cubicBezTo>
                                    <a:cubicBezTo>
                                      <a:pt x="965" y="-2805"/>
                                      <a:pt x="5531" y="6172"/>
                                      <a:pt x="8181" y="8823"/>
                                    </a:cubicBezTo>
                                    <a:cubicBezTo>
                                      <a:pt x="9506" y="14124"/>
                                      <a:pt x="11085" y="19367"/>
                                      <a:pt x="12157" y="24725"/>
                                    </a:cubicBezTo>
                                    <a:cubicBezTo>
                                      <a:pt x="13738" y="32629"/>
                                      <a:pt x="14178" y="40759"/>
                                      <a:pt x="16133" y="48579"/>
                                    </a:cubicBezTo>
                                    <a:cubicBezTo>
                                      <a:pt x="18166" y="56710"/>
                                      <a:pt x="21434" y="64482"/>
                                      <a:pt x="24084" y="72433"/>
                                    </a:cubicBezTo>
                                    <a:cubicBezTo>
                                      <a:pt x="25812" y="77617"/>
                                      <a:pt x="26490" y="83102"/>
                                      <a:pt x="28060" y="88336"/>
                                    </a:cubicBezTo>
                                    <a:cubicBezTo>
                                      <a:pt x="34726" y="110557"/>
                                      <a:pt x="43962" y="114840"/>
                                      <a:pt x="43962" y="11616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300.15pt;margin-top:101.25pt;width:3.45pt;height:9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962,116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" path="m43962,116165v,1325,-12107,-12288,-15902,-19878c25038,90243,25862,82928,24084,76409,17231,51282,21038,57460,8181,44603,5625,34377,-1352,8783,230,871,965,-2805,5531,6172,8181,8823v1325,5301,2904,10544,3976,15902c13738,32629,14178,40759,16133,48579v2033,8131,5301,15903,7951,23854c25812,77617,26490,83102,28060,88336v6666,22221,15902,26504,15902,27829xe" fillcolor="#0d0d0d [3069]" strokecolor="#272727 [2749]" strokeweight="1pt">
                      <v:stroke joinstyle="miter"/>
                      <v:path arrowok="t" o:connecttype="custom" o:connectlocs="43962,116165;28060,96287;24084,76409;8181,44603;230,871;8181,8823;12157,24725;16133,48579;24084,72433;28060,88336;43962,116165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2DF12DF" wp14:editId="22E3E75B">
                      <wp:simplePos x="0" y="0"/>
                      <wp:positionH relativeFrom="column">
                        <wp:posOffset>2625891</wp:posOffset>
                      </wp:positionH>
                      <wp:positionV relativeFrom="paragraph">
                        <wp:posOffset>1268095</wp:posOffset>
                      </wp:positionV>
                      <wp:extent cx="42545" cy="190500"/>
                      <wp:effectExtent l="0" t="38100" r="33655" b="1905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545" cy="190500"/>
                              </a:xfrm>
                              <a:custGeom>
                                <a:avLst/>
                                <a:gdLst>
                                  <a:gd name="connsiteX0" fmla="*/ 22850 w 42947"/>
                                  <a:gd name="connsiteY0" fmla="*/ 190919 h 190950"/>
                                  <a:gd name="connsiteX1" fmla="*/ 2754 w 42947"/>
                                  <a:gd name="connsiteY1" fmla="*/ 165798 h 190950"/>
                                  <a:gd name="connsiteX2" fmla="*/ 12802 w 42947"/>
                                  <a:gd name="connsiteY2" fmla="*/ 75363 h 190950"/>
                                  <a:gd name="connsiteX3" fmla="*/ 22850 w 42947"/>
                                  <a:gd name="connsiteY3" fmla="*/ 25121 h 190950"/>
                                  <a:gd name="connsiteX4" fmla="*/ 42947 w 42947"/>
                                  <a:gd name="connsiteY4" fmla="*/ 0 h 190950"/>
                                  <a:gd name="connsiteX5" fmla="*/ 27875 w 42947"/>
                                  <a:gd name="connsiteY5" fmla="*/ 50242 h 190950"/>
                                  <a:gd name="connsiteX6" fmla="*/ 22850 w 42947"/>
                                  <a:gd name="connsiteY6" fmla="*/ 150726 h 190950"/>
                                  <a:gd name="connsiteX7" fmla="*/ 17826 w 42947"/>
                                  <a:gd name="connsiteY7" fmla="*/ 170822 h 190950"/>
                                  <a:gd name="connsiteX8" fmla="*/ 22850 w 42947"/>
                                  <a:gd name="connsiteY8" fmla="*/ 190919 h 190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2947" h="190950">
                                    <a:moveTo>
                                      <a:pt x="22850" y="190919"/>
                                    </a:moveTo>
                                    <a:cubicBezTo>
                                      <a:pt x="20338" y="190082"/>
                                      <a:pt x="4345" y="176403"/>
                                      <a:pt x="2754" y="165798"/>
                                    </a:cubicBezTo>
                                    <a:cubicBezTo>
                                      <a:pt x="-3920" y="121302"/>
                                      <a:pt x="2351" y="106716"/>
                                      <a:pt x="12802" y="75363"/>
                                    </a:cubicBezTo>
                                    <a:cubicBezTo>
                                      <a:pt x="13935" y="68565"/>
                                      <a:pt x="18762" y="34658"/>
                                      <a:pt x="22850" y="25121"/>
                                    </a:cubicBezTo>
                                    <a:cubicBezTo>
                                      <a:pt x="27602" y="14033"/>
                                      <a:pt x="34846" y="8102"/>
                                      <a:pt x="42947" y="0"/>
                                    </a:cubicBezTo>
                                    <a:cubicBezTo>
                                      <a:pt x="30715" y="36696"/>
                                      <a:pt x="35468" y="19869"/>
                                      <a:pt x="27875" y="50242"/>
                                    </a:cubicBezTo>
                                    <a:cubicBezTo>
                                      <a:pt x="26200" y="83737"/>
                                      <a:pt x="25635" y="117305"/>
                                      <a:pt x="22850" y="150726"/>
                                    </a:cubicBezTo>
                                    <a:cubicBezTo>
                                      <a:pt x="22277" y="157607"/>
                                      <a:pt x="19723" y="164183"/>
                                      <a:pt x="17826" y="170822"/>
                                    </a:cubicBezTo>
                                    <a:cubicBezTo>
                                      <a:pt x="16371" y="175914"/>
                                      <a:pt x="25362" y="191756"/>
                                      <a:pt x="22850" y="1909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06.75pt;margin-top:99.85pt;width:3.3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47,190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" path="m22850,190919c20338,190082,4345,176403,2754,165798,-3920,121302,2351,106716,12802,75363,13935,68565,18762,34658,22850,25121,27602,14033,34846,8102,42947,,30715,36696,35468,19869,27875,50242v-1675,33495,-2240,67063,-5025,100484c22277,157607,19723,164183,17826,170822v-1455,5092,7536,20934,5024,20097xe" fillcolor="#0d0d0d [3069]" strokecolor="#272727 [2749]" strokeweight="1pt">
                      <v:stroke joinstyle="miter"/>
                      <v:path arrowok="t" o:connecttype="custom" o:connectlocs="22636,190469;2728,165407;12682,75185;22636,25062;42545,0;27614,50124;22636,150371;17659,170419;22636,190469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AACD135" wp14:editId="52E2D3AA">
                      <wp:simplePos x="0" y="0"/>
                      <wp:positionH relativeFrom="column">
                        <wp:posOffset>2564600</wp:posOffset>
                      </wp:positionH>
                      <wp:positionV relativeFrom="paragraph">
                        <wp:posOffset>1249155</wp:posOffset>
                      </wp:positionV>
                      <wp:extent cx="52886" cy="184900"/>
                      <wp:effectExtent l="0" t="0" r="23495" b="2476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886" cy="184900"/>
                              </a:xfrm>
                              <a:custGeom>
                                <a:avLst/>
                                <a:gdLst>
                                  <a:gd name="connsiteX0" fmla="*/ 5343 w 50560"/>
                                  <a:gd name="connsiteY0" fmla="*/ 176487 h 177017"/>
                                  <a:gd name="connsiteX1" fmla="*/ 30464 w 50560"/>
                                  <a:gd name="connsiteY1" fmla="*/ 171463 h 177017"/>
                                  <a:gd name="connsiteX2" fmla="*/ 40512 w 50560"/>
                                  <a:gd name="connsiteY2" fmla="*/ 156391 h 177017"/>
                                  <a:gd name="connsiteX3" fmla="*/ 45536 w 50560"/>
                                  <a:gd name="connsiteY3" fmla="*/ 60931 h 177017"/>
                                  <a:gd name="connsiteX4" fmla="*/ 50560 w 50560"/>
                                  <a:gd name="connsiteY4" fmla="*/ 30786 h 177017"/>
                                  <a:gd name="connsiteX5" fmla="*/ 40512 w 50560"/>
                                  <a:gd name="connsiteY5" fmla="*/ 641 h 177017"/>
                                  <a:gd name="connsiteX6" fmla="*/ 35488 w 50560"/>
                                  <a:gd name="connsiteY6" fmla="*/ 15714 h 177017"/>
                                  <a:gd name="connsiteX7" fmla="*/ 30464 w 50560"/>
                                  <a:gd name="connsiteY7" fmla="*/ 45859 h 177017"/>
                                  <a:gd name="connsiteX8" fmla="*/ 25440 w 50560"/>
                                  <a:gd name="connsiteY8" fmla="*/ 60931 h 177017"/>
                                  <a:gd name="connsiteX9" fmla="*/ 20415 w 50560"/>
                                  <a:gd name="connsiteY9" fmla="*/ 86052 h 177017"/>
                                  <a:gd name="connsiteX10" fmla="*/ 10367 w 50560"/>
                                  <a:gd name="connsiteY10" fmla="*/ 116197 h 177017"/>
                                  <a:gd name="connsiteX11" fmla="*/ 319 w 50560"/>
                                  <a:gd name="connsiteY11" fmla="*/ 161415 h 177017"/>
                                  <a:gd name="connsiteX12" fmla="*/ 5343 w 50560"/>
                                  <a:gd name="connsiteY12" fmla="*/ 176487 h 177017"/>
                                  <a:gd name="connsiteX0" fmla="*/ 5343 w 50560"/>
                                  <a:gd name="connsiteY0" fmla="*/ 176487 h 179352"/>
                                  <a:gd name="connsiteX1" fmla="*/ 30464 w 50560"/>
                                  <a:gd name="connsiteY1" fmla="*/ 171463 h 179352"/>
                                  <a:gd name="connsiteX2" fmla="*/ 24485 w 50560"/>
                                  <a:gd name="connsiteY2" fmla="*/ 100579 h 179352"/>
                                  <a:gd name="connsiteX3" fmla="*/ 45536 w 50560"/>
                                  <a:gd name="connsiteY3" fmla="*/ 60931 h 179352"/>
                                  <a:gd name="connsiteX4" fmla="*/ 50560 w 50560"/>
                                  <a:gd name="connsiteY4" fmla="*/ 30786 h 179352"/>
                                  <a:gd name="connsiteX5" fmla="*/ 40512 w 50560"/>
                                  <a:gd name="connsiteY5" fmla="*/ 641 h 179352"/>
                                  <a:gd name="connsiteX6" fmla="*/ 35488 w 50560"/>
                                  <a:gd name="connsiteY6" fmla="*/ 15714 h 179352"/>
                                  <a:gd name="connsiteX7" fmla="*/ 30464 w 50560"/>
                                  <a:gd name="connsiteY7" fmla="*/ 45859 h 179352"/>
                                  <a:gd name="connsiteX8" fmla="*/ 25440 w 50560"/>
                                  <a:gd name="connsiteY8" fmla="*/ 60931 h 179352"/>
                                  <a:gd name="connsiteX9" fmla="*/ 20415 w 50560"/>
                                  <a:gd name="connsiteY9" fmla="*/ 86052 h 179352"/>
                                  <a:gd name="connsiteX10" fmla="*/ 10367 w 50560"/>
                                  <a:gd name="connsiteY10" fmla="*/ 116197 h 179352"/>
                                  <a:gd name="connsiteX11" fmla="*/ 319 w 50560"/>
                                  <a:gd name="connsiteY11" fmla="*/ 161415 h 179352"/>
                                  <a:gd name="connsiteX12" fmla="*/ 5343 w 50560"/>
                                  <a:gd name="connsiteY12" fmla="*/ 176487 h 179352"/>
                                  <a:gd name="connsiteX0" fmla="*/ 6060 w 51277"/>
                                  <a:gd name="connsiteY0" fmla="*/ 176487 h 184900"/>
                                  <a:gd name="connsiteX1" fmla="*/ 717 w 51277"/>
                                  <a:gd name="connsiteY1" fmla="*/ 179352 h 184900"/>
                                  <a:gd name="connsiteX2" fmla="*/ 25202 w 51277"/>
                                  <a:gd name="connsiteY2" fmla="*/ 100579 h 184900"/>
                                  <a:gd name="connsiteX3" fmla="*/ 46253 w 51277"/>
                                  <a:gd name="connsiteY3" fmla="*/ 60931 h 184900"/>
                                  <a:gd name="connsiteX4" fmla="*/ 51277 w 51277"/>
                                  <a:gd name="connsiteY4" fmla="*/ 30786 h 184900"/>
                                  <a:gd name="connsiteX5" fmla="*/ 41229 w 51277"/>
                                  <a:gd name="connsiteY5" fmla="*/ 641 h 184900"/>
                                  <a:gd name="connsiteX6" fmla="*/ 36205 w 51277"/>
                                  <a:gd name="connsiteY6" fmla="*/ 15714 h 184900"/>
                                  <a:gd name="connsiteX7" fmla="*/ 31181 w 51277"/>
                                  <a:gd name="connsiteY7" fmla="*/ 45859 h 184900"/>
                                  <a:gd name="connsiteX8" fmla="*/ 26157 w 51277"/>
                                  <a:gd name="connsiteY8" fmla="*/ 60931 h 184900"/>
                                  <a:gd name="connsiteX9" fmla="*/ 21132 w 51277"/>
                                  <a:gd name="connsiteY9" fmla="*/ 86052 h 184900"/>
                                  <a:gd name="connsiteX10" fmla="*/ 11084 w 51277"/>
                                  <a:gd name="connsiteY10" fmla="*/ 116197 h 184900"/>
                                  <a:gd name="connsiteX11" fmla="*/ 1036 w 51277"/>
                                  <a:gd name="connsiteY11" fmla="*/ 161415 h 184900"/>
                                  <a:gd name="connsiteX12" fmla="*/ 6060 w 51277"/>
                                  <a:gd name="connsiteY12" fmla="*/ 176487 h 184900"/>
                                  <a:gd name="connsiteX0" fmla="*/ 6060 w 52886"/>
                                  <a:gd name="connsiteY0" fmla="*/ 176487 h 184900"/>
                                  <a:gd name="connsiteX1" fmla="*/ 717 w 52886"/>
                                  <a:gd name="connsiteY1" fmla="*/ 179352 h 184900"/>
                                  <a:gd name="connsiteX2" fmla="*/ 25202 w 52886"/>
                                  <a:gd name="connsiteY2" fmla="*/ 100579 h 184900"/>
                                  <a:gd name="connsiteX3" fmla="*/ 51277 w 52886"/>
                                  <a:gd name="connsiteY3" fmla="*/ 48996 h 184900"/>
                                  <a:gd name="connsiteX4" fmla="*/ 51277 w 52886"/>
                                  <a:gd name="connsiteY4" fmla="*/ 30786 h 184900"/>
                                  <a:gd name="connsiteX5" fmla="*/ 41229 w 52886"/>
                                  <a:gd name="connsiteY5" fmla="*/ 641 h 184900"/>
                                  <a:gd name="connsiteX6" fmla="*/ 36205 w 52886"/>
                                  <a:gd name="connsiteY6" fmla="*/ 15714 h 184900"/>
                                  <a:gd name="connsiteX7" fmla="*/ 31181 w 52886"/>
                                  <a:gd name="connsiteY7" fmla="*/ 45859 h 184900"/>
                                  <a:gd name="connsiteX8" fmla="*/ 26157 w 52886"/>
                                  <a:gd name="connsiteY8" fmla="*/ 60931 h 184900"/>
                                  <a:gd name="connsiteX9" fmla="*/ 21132 w 52886"/>
                                  <a:gd name="connsiteY9" fmla="*/ 86052 h 184900"/>
                                  <a:gd name="connsiteX10" fmla="*/ 11084 w 52886"/>
                                  <a:gd name="connsiteY10" fmla="*/ 116197 h 184900"/>
                                  <a:gd name="connsiteX11" fmla="*/ 1036 w 52886"/>
                                  <a:gd name="connsiteY11" fmla="*/ 161415 h 184900"/>
                                  <a:gd name="connsiteX12" fmla="*/ 6060 w 52886"/>
                                  <a:gd name="connsiteY12" fmla="*/ 176487 h 184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2886" h="184900">
                                    <a:moveTo>
                                      <a:pt x="6060" y="176487"/>
                                    </a:moveTo>
                                    <a:cubicBezTo>
                                      <a:pt x="6007" y="179477"/>
                                      <a:pt x="-2473" y="192003"/>
                                      <a:pt x="717" y="179352"/>
                                    </a:cubicBezTo>
                                    <a:cubicBezTo>
                                      <a:pt x="3907" y="166701"/>
                                      <a:pt x="16775" y="122305"/>
                                      <a:pt x="25202" y="100579"/>
                                    </a:cubicBezTo>
                                    <a:cubicBezTo>
                                      <a:pt x="33629" y="78853"/>
                                      <a:pt x="46931" y="60628"/>
                                      <a:pt x="51277" y="48996"/>
                                    </a:cubicBezTo>
                                    <a:cubicBezTo>
                                      <a:pt x="55623" y="37364"/>
                                      <a:pt x="49602" y="40834"/>
                                      <a:pt x="51277" y="30786"/>
                                    </a:cubicBezTo>
                                    <a:cubicBezTo>
                                      <a:pt x="47928" y="20738"/>
                                      <a:pt x="48719" y="8131"/>
                                      <a:pt x="41229" y="641"/>
                                    </a:cubicBezTo>
                                    <a:cubicBezTo>
                                      <a:pt x="37484" y="-3104"/>
                                      <a:pt x="37354" y="10544"/>
                                      <a:pt x="36205" y="15714"/>
                                    </a:cubicBezTo>
                                    <a:cubicBezTo>
                                      <a:pt x="33995" y="25658"/>
                                      <a:pt x="33391" y="35915"/>
                                      <a:pt x="31181" y="45859"/>
                                    </a:cubicBezTo>
                                    <a:cubicBezTo>
                                      <a:pt x="30032" y="51029"/>
                                      <a:pt x="27442" y="55793"/>
                                      <a:pt x="26157" y="60931"/>
                                    </a:cubicBezTo>
                                    <a:cubicBezTo>
                                      <a:pt x="24086" y="69216"/>
                                      <a:pt x="23379" y="77813"/>
                                      <a:pt x="21132" y="86052"/>
                                    </a:cubicBezTo>
                                    <a:cubicBezTo>
                                      <a:pt x="18345" y="96271"/>
                                      <a:pt x="11084" y="116197"/>
                                      <a:pt x="11084" y="116197"/>
                                    </a:cubicBezTo>
                                    <a:cubicBezTo>
                                      <a:pt x="10476" y="119842"/>
                                      <a:pt x="6532" y="153171"/>
                                      <a:pt x="1036" y="161415"/>
                                    </a:cubicBezTo>
                                    <a:cubicBezTo>
                                      <a:pt x="107" y="162809"/>
                                      <a:pt x="6113" y="173498"/>
                                      <a:pt x="6060" y="1764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" o:spid="_x0000_s1026" style="position:absolute;margin-left:201.95pt;margin-top:98.35pt;width:4.15pt;height:14.5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2886,18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" path="m6060,176487v-53,2990,-8533,15516,-5343,2865c3907,166701,16775,122305,25202,100579,33629,78853,46931,60628,51277,48996v4346,-11632,-1675,-8162,,-18210c47928,20738,48719,8131,41229,641v-3745,-3745,-3875,9903,-5024,15073c33995,25658,33391,35915,31181,45859v-1149,5170,-3739,9934,-5024,15072c24086,69216,23379,77813,21132,86052,18345,96271,11084,116197,11084,116197v-608,3645,-4552,36974,-10048,45218c107,162809,6113,173498,6060,176487xe" fillcolor="#0d0d0d [3069]" strokecolor="#272727 [2749]" strokeweight="1pt">
                      <v:stroke joinstyle="miter"/>
                      <v:path arrowok="t" o:connecttype="custom" o:connectlocs="6060,176487;717,179352;25202,100579;51277,48996;51277,30786;41229,641;36205,15714;31181,45859;26157,60931;21132,86052;11084,116197;1036,161415;6060,176487" o:connectangles="0,0,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D238F6">
              <w:rPr>
                <w:rFonts w:ascii="Arial" w:hAnsi="Arial"/>
                <w:kern w:val="12"/>
                <w:sz w:val="20"/>
                <w:szCs w:val="20"/>
              </w:rPr>
              <w:t xml:space="preserve">A mild amount of heterogeneous atheroma noted in the proximal ICA and bulb.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5F5F4F">
              <w:rPr>
                <w:rFonts w:ascii="Arial" w:hAnsi="Arial"/>
                <w:kern w:val="12"/>
                <w:sz w:val="20"/>
                <w:szCs w:val="20"/>
              </w:rPr>
              <w:t>k Systolic Velocity (PSV) = 0.54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5F5F4F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0.11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D238F6">
              <w:rPr>
                <w:rFonts w:ascii="Arial" w:hAnsi="Arial"/>
                <w:kern w:val="12"/>
                <w:sz w:val="20"/>
                <w:szCs w:val="20"/>
              </w:rPr>
              <w:t>A mild amount of heterogeneous atheroma noted in the proximal ICA and bulb.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5F5F4F">
              <w:rPr>
                <w:rFonts w:ascii="Arial" w:hAnsi="Arial"/>
                <w:kern w:val="12"/>
                <w:sz w:val="20"/>
                <w:szCs w:val="20"/>
              </w:rPr>
              <w:t>tolic Velocity (PSV) = 0.64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5F5F4F">
              <w:rPr>
                <w:rFonts w:ascii="Arial" w:hAnsi="Arial"/>
                <w:kern w:val="12"/>
                <w:sz w:val="20"/>
                <w:szCs w:val="20"/>
              </w:rPr>
              <w:t>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7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8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9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2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5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6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7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17E96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5F5F4F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238F6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2</TotalTime>
  <Pages>2</Pages>
  <Words>143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2019-01-18T11:11:00Z</cp:lastPrinted>
  <dcterms:created xsi:type="dcterms:W3CDTF">2019-08-29T15:17:00Z</dcterms:created>
  <dcterms:modified xsi:type="dcterms:W3CDTF">2019-10-15T13:38:00Z</dcterms:modified>
</cp:coreProperties>
</file>